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1B0F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AEF77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580392" w14:textId="0BF2700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A7F2A">
        <w:rPr>
          <w:rFonts w:ascii="Corbel" w:hAnsi="Corbel"/>
          <w:i/>
          <w:smallCaps/>
          <w:sz w:val="24"/>
          <w:szCs w:val="24"/>
        </w:rPr>
        <w:t>20</w:t>
      </w:r>
      <w:r w:rsidR="0068256E">
        <w:rPr>
          <w:rFonts w:ascii="Corbel" w:hAnsi="Corbel"/>
          <w:i/>
          <w:smallCaps/>
          <w:sz w:val="24"/>
          <w:szCs w:val="24"/>
        </w:rPr>
        <w:t>19</w:t>
      </w:r>
      <w:r w:rsidR="00EA7F2A">
        <w:rPr>
          <w:rFonts w:ascii="Corbel" w:hAnsi="Corbel"/>
          <w:i/>
          <w:smallCaps/>
          <w:sz w:val="24"/>
          <w:szCs w:val="24"/>
        </w:rPr>
        <w:t>-</w:t>
      </w:r>
      <w:r w:rsidR="00FE2EB9">
        <w:rPr>
          <w:rFonts w:ascii="Corbel" w:hAnsi="Corbel"/>
          <w:i/>
          <w:smallCaps/>
          <w:sz w:val="24"/>
          <w:szCs w:val="24"/>
        </w:rPr>
        <w:t>202</w:t>
      </w:r>
      <w:r w:rsidR="0068256E">
        <w:rPr>
          <w:rFonts w:ascii="Corbel" w:hAnsi="Corbel"/>
          <w:i/>
          <w:smallCaps/>
          <w:sz w:val="24"/>
          <w:szCs w:val="24"/>
        </w:rPr>
        <w:t>3</w:t>
      </w:r>
    </w:p>
    <w:p w14:paraId="248DB721" w14:textId="2CF77DB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54C6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BB74494" w14:textId="1B015C8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8256E">
        <w:rPr>
          <w:rFonts w:ascii="Corbel" w:hAnsi="Corbel"/>
          <w:sz w:val="20"/>
          <w:szCs w:val="20"/>
        </w:rPr>
        <w:t>2019/2020</w:t>
      </w:r>
      <w:bookmarkStart w:id="0" w:name="_GoBack"/>
      <w:bookmarkEnd w:id="0"/>
    </w:p>
    <w:p w14:paraId="70CEC89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F1449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6EC9F8" w14:textId="77777777" w:rsidTr="00B819C8">
        <w:tc>
          <w:tcPr>
            <w:tcW w:w="2694" w:type="dxa"/>
            <w:vAlign w:val="center"/>
          </w:tcPr>
          <w:p w14:paraId="0DE1D7B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1E1094" w14:textId="374ED65E" w:rsidR="0085747A" w:rsidRPr="00325DE6" w:rsidRDefault="003F70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25DE6">
              <w:rPr>
                <w:rFonts w:ascii="Corbel" w:hAnsi="Corbel"/>
                <w:sz w:val="24"/>
                <w:szCs w:val="24"/>
              </w:rPr>
              <w:t>P</w:t>
            </w:r>
            <w:r w:rsidR="00D614FF" w:rsidRPr="00325DE6">
              <w:rPr>
                <w:rFonts w:ascii="Corbel" w:hAnsi="Corbel"/>
                <w:sz w:val="24"/>
                <w:szCs w:val="24"/>
              </w:rPr>
              <w:t>odstawy socjologii</w:t>
            </w:r>
          </w:p>
        </w:tc>
      </w:tr>
      <w:tr w:rsidR="0085747A" w:rsidRPr="009C54AE" w14:paraId="094884CD" w14:textId="77777777" w:rsidTr="00B819C8">
        <w:tc>
          <w:tcPr>
            <w:tcW w:w="2694" w:type="dxa"/>
            <w:vAlign w:val="center"/>
          </w:tcPr>
          <w:p w14:paraId="6D46FE8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9EFC79" w14:textId="5DC12BFA" w:rsidR="0085747A" w:rsidRPr="009C54AE" w:rsidRDefault="005921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MK42</w:t>
            </w:r>
          </w:p>
        </w:tc>
      </w:tr>
      <w:tr w:rsidR="0085747A" w:rsidRPr="009C54AE" w14:paraId="27E6BA7A" w14:textId="77777777" w:rsidTr="00B819C8">
        <w:tc>
          <w:tcPr>
            <w:tcW w:w="2694" w:type="dxa"/>
            <w:vAlign w:val="center"/>
          </w:tcPr>
          <w:p w14:paraId="3E1B73F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3C3C6B" w14:textId="77777777" w:rsidR="0085747A" w:rsidRPr="009C54AE" w:rsidRDefault="00D614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3FC04FD" w14:textId="77777777" w:rsidTr="00B819C8">
        <w:tc>
          <w:tcPr>
            <w:tcW w:w="2694" w:type="dxa"/>
            <w:vAlign w:val="center"/>
          </w:tcPr>
          <w:p w14:paraId="598C9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E9089C" w14:textId="2DA899DE" w:rsidR="0085747A" w:rsidRPr="009C54AE" w:rsidRDefault="00325D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5DE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B084891" w14:textId="77777777" w:rsidTr="00B819C8">
        <w:tc>
          <w:tcPr>
            <w:tcW w:w="2694" w:type="dxa"/>
            <w:vAlign w:val="center"/>
          </w:tcPr>
          <w:p w14:paraId="565840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A47AD0" w14:textId="77777777" w:rsidR="0085747A" w:rsidRPr="009C54AE" w:rsidRDefault="00D614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5747A" w:rsidRPr="009C54AE" w14:paraId="227E6077" w14:textId="77777777" w:rsidTr="00B819C8">
        <w:tc>
          <w:tcPr>
            <w:tcW w:w="2694" w:type="dxa"/>
            <w:vAlign w:val="center"/>
          </w:tcPr>
          <w:p w14:paraId="17D4B5B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64B5165" w14:textId="77777777" w:rsidR="0085747A" w:rsidRPr="009C54AE" w:rsidRDefault="005440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111DA2BA" w14:textId="77777777" w:rsidTr="00B819C8">
        <w:tc>
          <w:tcPr>
            <w:tcW w:w="2694" w:type="dxa"/>
            <w:vAlign w:val="center"/>
          </w:tcPr>
          <w:p w14:paraId="654787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2EC3E4" w14:textId="77777777" w:rsidR="0085747A" w:rsidRPr="009C54AE" w:rsidRDefault="005440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6C303D6" w14:textId="77777777" w:rsidTr="00B819C8">
        <w:tc>
          <w:tcPr>
            <w:tcW w:w="2694" w:type="dxa"/>
            <w:vAlign w:val="center"/>
          </w:tcPr>
          <w:p w14:paraId="38F863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FDE83C" w14:textId="77777777" w:rsidR="0085747A" w:rsidRPr="009C54AE" w:rsidRDefault="005440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874F68F" w14:textId="77777777" w:rsidTr="00B819C8">
        <w:tc>
          <w:tcPr>
            <w:tcW w:w="2694" w:type="dxa"/>
            <w:vAlign w:val="center"/>
          </w:tcPr>
          <w:p w14:paraId="427711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F5456A" w14:textId="77777777" w:rsidR="0085747A" w:rsidRPr="009C54AE" w:rsidRDefault="00A46E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44058">
              <w:rPr>
                <w:rFonts w:ascii="Corbel" w:hAnsi="Corbel"/>
                <w:b w:val="0"/>
                <w:sz w:val="24"/>
                <w:szCs w:val="24"/>
              </w:rPr>
              <w:t>ok I, semestr II</w:t>
            </w:r>
          </w:p>
        </w:tc>
      </w:tr>
      <w:tr w:rsidR="0085747A" w:rsidRPr="009C54AE" w14:paraId="01787FC1" w14:textId="77777777" w:rsidTr="00B819C8">
        <w:tc>
          <w:tcPr>
            <w:tcW w:w="2694" w:type="dxa"/>
            <w:vAlign w:val="center"/>
          </w:tcPr>
          <w:p w14:paraId="5A2399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D5DC7E" w14:textId="77777777" w:rsidR="0085747A" w:rsidRPr="009C54AE" w:rsidRDefault="00A46E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F7D33">
              <w:rPr>
                <w:rFonts w:ascii="Corbel" w:hAnsi="Corbel"/>
                <w:b w:val="0"/>
                <w:sz w:val="24"/>
                <w:szCs w:val="24"/>
              </w:rPr>
              <w:t xml:space="preserve">rzedmiot </w:t>
            </w:r>
            <w:r w:rsidR="00544058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484B894C" w14:textId="77777777" w:rsidTr="00B819C8">
        <w:tc>
          <w:tcPr>
            <w:tcW w:w="2694" w:type="dxa"/>
            <w:vAlign w:val="center"/>
          </w:tcPr>
          <w:p w14:paraId="06C9C88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61E0251" w14:textId="77777777" w:rsidR="00923D7D" w:rsidRPr="009C54AE" w:rsidRDefault="000F7D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802B77" w14:textId="77777777" w:rsidTr="00B819C8">
        <w:tc>
          <w:tcPr>
            <w:tcW w:w="2694" w:type="dxa"/>
            <w:vAlign w:val="center"/>
          </w:tcPr>
          <w:p w14:paraId="14DEFCB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991E161" w14:textId="77777777" w:rsidR="0085747A" w:rsidRPr="009C54AE" w:rsidRDefault="000F7D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  <w:tr w:rsidR="0085747A" w:rsidRPr="009C54AE" w14:paraId="338EDA8E" w14:textId="77777777" w:rsidTr="00B819C8">
        <w:tc>
          <w:tcPr>
            <w:tcW w:w="2694" w:type="dxa"/>
            <w:vAlign w:val="center"/>
          </w:tcPr>
          <w:p w14:paraId="5C105D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D7601B" w14:textId="77777777" w:rsidR="0085747A" w:rsidRPr="009C54AE" w:rsidRDefault="000F7D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</w:tbl>
    <w:p w14:paraId="0A633F0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C76717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EB043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10CCD9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0FBE5AC" w14:textId="77777777" w:rsidTr="00766FA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715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103265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39F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4B9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C54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76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1F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09F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E90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0E0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D6C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D6F3B01" w14:textId="77777777" w:rsidTr="00766FA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EB40" w14:textId="2C05D03E" w:rsidR="00015B8F" w:rsidRPr="009C54AE" w:rsidRDefault="00766F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C2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14C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9061" w14:textId="77777777" w:rsidR="00015B8F" w:rsidRPr="009C54AE" w:rsidRDefault="000F7D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0AE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20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9EC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7AD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07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F2EB2" w14:textId="77777777" w:rsidR="00015B8F" w:rsidRPr="009C54AE" w:rsidRDefault="000F7D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B5359E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7ADE15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A9C2D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FA345A1" w14:textId="77777777" w:rsidR="0085747A" w:rsidRPr="009C54AE" w:rsidRDefault="000F7D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8379A">
        <w:rPr>
          <w:rFonts w:ascii="MS Gothic" w:eastAsia="MS Gothic" w:hAnsi="MS Gothic" w:hint="eastAsia"/>
          <w:b w:val="0"/>
          <w:sz w:val="36"/>
        </w:rPr>
        <w:t>⊠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5B327C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0AB6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F9842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4F8B2E" w14:textId="77777777" w:rsidR="009C54AE" w:rsidRDefault="000F7D3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F9B5A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F62976" w14:textId="7612A1E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3DB0545" w14:textId="77777777" w:rsidR="00766FA4" w:rsidRPr="009C54AE" w:rsidRDefault="00766FA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FD63B8" w14:textId="77777777" w:rsidTr="00745302">
        <w:tc>
          <w:tcPr>
            <w:tcW w:w="9670" w:type="dxa"/>
          </w:tcPr>
          <w:p w14:paraId="09C4C670" w14:textId="446611CA" w:rsidR="0085747A" w:rsidRPr="009C54AE" w:rsidRDefault="000F7D3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7FE76A0C" w14:textId="0B12F01F" w:rsidR="00766FA4" w:rsidRDefault="00766FA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928F54" w14:textId="77777777" w:rsidR="00766FA4" w:rsidRDefault="00766FA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6BDC574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F0C2D0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29673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C68E5C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CBBF071" w14:textId="77777777" w:rsidTr="0043765F">
        <w:tc>
          <w:tcPr>
            <w:tcW w:w="844" w:type="dxa"/>
            <w:vAlign w:val="center"/>
          </w:tcPr>
          <w:p w14:paraId="5F43930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E6C5314" w14:textId="77777777" w:rsidR="0085747A" w:rsidRPr="009C54AE" w:rsidRDefault="0043765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3732F">
              <w:rPr>
                <w:b w:val="0"/>
                <w:i/>
                <w:szCs w:val="22"/>
              </w:rPr>
              <w:t>przyswojenie przez studentów</w:t>
            </w:r>
            <w:r>
              <w:rPr>
                <w:b w:val="0"/>
                <w:i/>
                <w:szCs w:val="22"/>
              </w:rPr>
              <w:t xml:space="preserve"> </w:t>
            </w:r>
            <w:r w:rsidRPr="00D3732F">
              <w:rPr>
                <w:b w:val="0"/>
                <w:i/>
                <w:szCs w:val="22"/>
              </w:rPr>
              <w:t>podstawowych pojęć oraz teorii socjologicznych</w:t>
            </w:r>
          </w:p>
        </w:tc>
      </w:tr>
      <w:tr w:rsidR="0085747A" w:rsidRPr="009C54AE" w14:paraId="2EE1D9C0" w14:textId="77777777" w:rsidTr="0043765F">
        <w:tc>
          <w:tcPr>
            <w:tcW w:w="844" w:type="dxa"/>
            <w:vAlign w:val="center"/>
          </w:tcPr>
          <w:p w14:paraId="31041883" w14:textId="77777777" w:rsidR="0085747A" w:rsidRPr="009C54AE" w:rsidRDefault="0043765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052D1DEE" w14:textId="77777777" w:rsidR="0085747A" w:rsidRPr="009C54AE" w:rsidRDefault="0043765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i/>
                <w:szCs w:val="22"/>
              </w:rPr>
              <w:t xml:space="preserve">wyrobienie umiejętności </w:t>
            </w:r>
            <w:r w:rsidRPr="00D3732F">
              <w:rPr>
                <w:b w:val="0"/>
                <w:i/>
                <w:szCs w:val="22"/>
              </w:rPr>
              <w:t>stosowania kategorii socjologicznych do analizy społeczeństwa</w:t>
            </w:r>
          </w:p>
        </w:tc>
      </w:tr>
    </w:tbl>
    <w:p w14:paraId="296B6D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59428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05B1A9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5F54CA1" w14:textId="77777777" w:rsidTr="0071620A">
        <w:tc>
          <w:tcPr>
            <w:tcW w:w="1701" w:type="dxa"/>
            <w:vAlign w:val="center"/>
          </w:tcPr>
          <w:p w14:paraId="121857B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AE901A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7F17A7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6621C33" w14:textId="77777777" w:rsidTr="005E6E85">
        <w:tc>
          <w:tcPr>
            <w:tcW w:w="1701" w:type="dxa"/>
          </w:tcPr>
          <w:p w14:paraId="1E8984F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CBE0432" w14:textId="77777777" w:rsidR="0085747A" w:rsidRPr="009C54AE" w:rsidRDefault="001207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70F">
              <w:rPr>
                <w:rFonts w:ascii="Corbel" w:hAnsi="Corbel"/>
                <w:b w:val="0"/>
                <w:smallCaps w:val="0"/>
                <w:szCs w:val="24"/>
              </w:rPr>
              <w:t>posiada wiedzę o roli człowieka w społeczeństwie</w:t>
            </w:r>
          </w:p>
        </w:tc>
        <w:tc>
          <w:tcPr>
            <w:tcW w:w="1873" w:type="dxa"/>
          </w:tcPr>
          <w:p w14:paraId="40B3A232" w14:textId="52971C74" w:rsidR="0085747A" w:rsidRPr="009C54AE" w:rsidRDefault="004924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2488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6868B822" w14:textId="77777777" w:rsidTr="005E6E85">
        <w:tc>
          <w:tcPr>
            <w:tcW w:w="1701" w:type="dxa"/>
          </w:tcPr>
          <w:p w14:paraId="3CE0A7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18D2E7B" w14:textId="77777777" w:rsidR="0085747A" w:rsidRPr="009C54AE" w:rsidRDefault="004924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2488">
              <w:rPr>
                <w:rFonts w:ascii="Corbel" w:hAnsi="Corbel"/>
                <w:b w:val="0"/>
                <w:smallCaps w:val="0"/>
                <w:szCs w:val="24"/>
              </w:rPr>
              <w:t>rozróżnia mikro i makro struktury społeczne</w:t>
            </w:r>
          </w:p>
        </w:tc>
        <w:tc>
          <w:tcPr>
            <w:tcW w:w="1873" w:type="dxa"/>
          </w:tcPr>
          <w:p w14:paraId="703CD29D" w14:textId="41181923" w:rsidR="0085747A" w:rsidRPr="009C54AE" w:rsidRDefault="004924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248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5BBCD7E2" w14:textId="77777777" w:rsidTr="005E6E85">
        <w:tc>
          <w:tcPr>
            <w:tcW w:w="1701" w:type="dxa"/>
          </w:tcPr>
          <w:p w14:paraId="146CEE29" w14:textId="77777777" w:rsidR="0085747A" w:rsidRPr="009C54AE" w:rsidRDefault="008D2717" w:rsidP="008D2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1F94D66" w14:textId="77777777" w:rsidR="0085747A" w:rsidRPr="009C54AE" w:rsidRDefault="00D12A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wie co jest przedmiotem socjologii jako nauki społecznej</w:t>
            </w:r>
          </w:p>
        </w:tc>
        <w:tc>
          <w:tcPr>
            <w:tcW w:w="1873" w:type="dxa"/>
          </w:tcPr>
          <w:p w14:paraId="441B05DD" w14:textId="2C8E9ECE" w:rsidR="0085747A" w:rsidRPr="009C54AE" w:rsidRDefault="00D12A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D12A54" w:rsidRPr="009C54AE" w14:paraId="482BDD42" w14:textId="77777777" w:rsidTr="00DB27A0">
        <w:tc>
          <w:tcPr>
            <w:tcW w:w="1701" w:type="dxa"/>
          </w:tcPr>
          <w:p w14:paraId="76B2E8D1" w14:textId="77777777" w:rsidR="00D12A54" w:rsidRPr="009C54AE" w:rsidRDefault="008D2717" w:rsidP="008D2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89A9376" w14:textId="77777777" w:rsidR="00D12A54" w:rsidRPr="00D12A54" w:rsidRDefault="00D12A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analizuje i wyjaśnia przyczyny i skutki zachowań zbiorowych i ruchów społecznych</w:t>
            </w:r>
          </w:p>
        </w:tc>
        <w:tc>
          <w:tcPr>
            <w:tcW w:w="1873" w:type="dxa"/>
          </w:tcPr>
          <w:p w14:paraId="6D17E151" w14:textId="2A8EDF95" w:rsidR="00D12A54" w:rsidRPr="00D12A54" w:rsidRDefault="00D12A54" w:rsidP="00CF54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r w:rsidR="00DB27A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12A54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12A54" w:rsidRPr="009C54AE" w14:paraId="0C7A3DF2" w14:textId="77777777" w:rsidTr="005E6E85">
        <w:tc>
          <w:tcPr>
            <w:tcW w:w="1701" w:type="dxa"/>
          </w:tcPr>
          <w:p w14:paraId="55D3F821" w14:textId="77777777" w:rsidR="00D12A54" w:rsidRPr="009C54AE" w:rsidRDefault="008D2717" w:rsidP="008D2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3FE2EAF2" w14:textId="77777777" w:rsidR="00D12A54" w:rsidRPr="00D12A54" w:rsidRDefault="00D12A54" w:rsidP="00D12A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 xml:space="preserve">wyjaśnia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znaczenie</w:t>
            </w:r>
            <w:r w:rsidRPr="00D12A54">
              <w:rPr>
                <w:rFonts w:ascii="Corbel" w:hAnsi="Corbel"/>
                <w:b w:val="0"/>
                <w:smallCaps w:val="0"/>
                <w:szCs w:val="24"/>
              </w:rPr>
              <w:t xml:space="preserve"> mikro i makro struktur społecznych</w:t>
            </w:r>
          </w:p>
        </w:tc>
        <w:tc>
          <w:tcPr>
            <w:tcW w:w="1873" w:type="dxa"/>
          </w:tcPr>
          <w:p w14:paraId="7F5C2166" w14:textId="7318E70D" w:rsidR="00D12A54" w:rsidRPr="00D12A54" w:rsidRDefault="00D12A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D12A54" w:rsidRPr="009C54AE" w14:paraId="3BEED69F" w14:textId="77777777" w:rsidTr="005E6E85">
        <w:tc>
          <w:tcPr>
            <w:tcW w:w="1701" w:type="dxa"/>
          </w:tcPr>
          <w:p w14:paraId="48A71201" w14:textId="77777777" w:rsidR="00D12A54" w:rsidRPr="009C54AE" w:rsidRDefault="008D2717" w:rsidP="008D2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4C6A86D5" w14:textId="77777777" w:rsidR="00D12A54" w:rsidRPr="00D12A54" w:rsidRDefault="00D12A54" w:rsidP="00D12A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rozumie na czym polega proces socjalizacji</w:t>
            </w:r>
          </w:p>
        </w:tc>
        <w:tc>
          <w:tcPr>
            <w:tcW w:w="1873" w:type="dxa"/>
          </w:tcPr>
          <w:p w14:paraId="2DC36462" w14:textId="3FA5D5CF" w:rsidR="00D12A54" w:rsidRPr="00D12A54" w:rsidRDefault="00D12A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12A54" w:rsidRPr="009C54AE" w14:paraId="4CE30073" w14:textId="77777777" w:rsidTr="005E6E85">
        <w:tc>
          <w:tcPr>
            <w:tcW w:w="1701" w:type="dxa"/>
          </w:tcPr>
          <w:p w14:paraId="54AC757E" w14:textId="77777777" w:rsidR="00D12A54" w:rsidRPr="009C54AE" w:rsidRDefault="008D2717" w:rsidP="008D2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7724338B" w14:textId="77777777" w:rsidR="00D12A54" w:rsidRPr="00D12A54" w:rsidRDefault="00D12A54" w:rsidP="00D12A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szanuje poglądy innych</w:t>
            </w:r>
          </w:p>
        </w:tc>
        <w:tc>
          <w:tcPr>
            <w:tcW w:w="1873" w:type="dxa"/>
          </w:tcPr>
          <w:p w14:paraId="42DA545B" w14:textId="51A7191F" w:rsidR="00D12A54" w:rsidRPr="00D12A54" w:rsidRDefault="00D12A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B950A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AD941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1180EE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FF884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BA7DC7" w14:textId="77777777" w:rsidTr="00805403">
        <w:tc>
          <w:tcPr>
            <w:tcW w:w="9520" w:type="dxa"/>
          </w:tcPr>
          <w:p w14:paraId="101B208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959026F" w14:textId="77777777" w:rsidTr="00805403">
        <w:tc>
          <w:tcPr>
            <w:tcW w:w="9520" w:type="dxa"/>
          </w:tcPr>
          <w:p w14:paraId="3C782CBC" w14:textId="127B9048" w:rsidR="0085747A" w:rsidRPr="009C54AE" w:rsidRDefault="0080540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AB7AF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C2AE4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EA4DAF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40959AC" w14:textId="77777777" w:rsidTr="00923D7D">
        <w:tc>
          <w:tcPr>
            <w:tcW w:w="9639" w:type="dxa"/>
          </w:tcPr>
          <w:p w14:paraId="25713BA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62AD0AE" w14:textId="77777777" w:rsidTr="00923D7D">
        <w:tc>
          <w:tcPr>
            <w:tcW w:w="9639" w:type="dxa"/>
          </w:tcPr>
          <w:p w14:paraId="75C1C837" w14:textId="77777777" w:rsidR="0085747A" w:rsidRPr="009C54AE" w:rsidRDefault="00C25F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5FE2">
              <w:rPr>
                <w:rFonts w:ascii="Corbel" w:hAnsi="Corbel"/>
                <w:sz w:val="24"/>
                <w:szCs w:val="24"/>
              </w:rPr>
              <w:t>Socjologia jako nauka społeczna</w:t>
            </w:r>
          </w:p>
        </w:tc>
      </w:tr>
      <w:tr w:rsidR="0085747A" w:rsidRPr="009C54AE" w14:paraId="00944429" w14:textId="77777777" w:rsidTr="00923D7D">
        <w:tc>
          <w:tcPr>
            <w:tcW w:w="9639" w:type="dxa"/>
          </w:tcPr>
          <w:p w14:paraId="53946FDD" w14:textId="77777777" w:rsidR="0085747A" w:rsidRPr="009C54AE" w:rsidRDefault="00C25F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5FE2">
              <w:rPr>
                <w:rFonts w:ascii="Corbel" w:hAnsi="Corbel"/>
                <w:sz w:val="24"/>
                <w:szCs w:val="24"/>
              </w:rPr>
              <w:t>Kultura jako przedmiot badań socjologii</w:t>
            </w:r>
          </w:p>
        </w:tc>
      </w:tr>
      <w:tr w:rsidR="0085747A" w:rsidRPr="009C54AE" w14:paraId="6305B12B" w14:textId="77777777" w:rsidTr="00923D7D">
        <w:tc>
          <w:tcPr>
            <w:tcW w:w="9639" w:type="dxa"/>
          </w:tcPr>
          <w:p w14:paraId="53078853" w14:textId="77777777" w:rsidR="0085747A" w:rsidRPr="009C54AE" w:rsidRDefault="00C25F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5FE2">
              <w:rPr>
                <w:rFonts w:ascii="Corbel" w:hAnsi="Corbel"/>
                <w:sz w:val="24"/>
                <w:szCs w:val="24"/>
              </w:rPr>
              <w:t>Mikro i makro struktury społeczne</w:t>
            </w:r>
          </w:p>
        </w:tc>
      </w:tr>
      <w:tr w:rsidR="00C25FE2" w:rsidRPr="009C54AE" w14:paraId="50E912B8" w14:textId="77777777" w:rsidTr="00923D7D">
        <w:tc>
          <w:tcPr>
            <w:tcW w:w="9639" w:type="dxa"/>
          </w:tcPr>
          <w:p w14:paraId="6C6A9BD4" w14:textId="77777777" w:rsidR="00C25FE2" w:rsidRPr="00C25FE2" w:rsidRDefault="00C25F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5FE2">
              <w:rPr>
                <w:rFonts w:ascii="Corbel" w:hAnsi="Corbel"/>
                <w:sz w:val="24"/>
                <w:szCs w:val="24"/>
              </w:rPr>
              <w:t>Interakcje i tworzenie rzeczywistości społecznej</w:t>
            </w:r>
          </w:p>
        </w:tc>
      </w:tr>
      <w:tr w:rsidR="00C25FE2" w:rsidRPr="009C54AE" w14:paraId="010D5EE7" w14:textId="77777777" w:rsidTr="00923D7D">
        <w:tc>
          <w:tcPr>
            <w:tcW w:w="9639" w:type="dxa"/>
          </w:tcPr>
          <w:p w14:paraId="187FFCAE" w14:textId="77777777" w:rsidR="00C25FE2" w:rsidRPr="00C25FE2" w:rsidRDefault="00C25F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5FE2">
              <w:rPr>
                <w:rFonts w:ascii="Corbel" w:hAnsi="Corbel"/>
                <w:sz w:val="24"/>
                <w:szCs w:val="24"/>
              </w:rPr>
              <w:t>Socjalizacja</w:t>
            </w:r>
          </w:p>
        </w:tc>
      </w:tr>
      <w:tr w:rsidR="00C25FE2" w:rsidRPr="009C54AE" w14:paraId="577BD53D" w14:textId="77777777" w:rsidTr="00923D7D">
        <w:tc>
          <w:tcPr>
            <w:tcW w:w="9639" w:type="dxa"/>
          </w:tcPr>
          <w:p w14:paraId="78FE8687" w14:textId="77777777" w:rsidR="00C25FE2" w:rsidRPr="00C25FE2" w:rsidRDefault="00C25F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5FE2">
              <w:rPr>
                <w:rFonts w:ascii="Corbel" w:hAnsi="Corbel"/>
                <w:sz w:val="24"/>
                <w:szCs w:val="24"/>
              </w:rPr>
              <w:t>Kontrola społeczna</w:t>
            </w:r>
          </w:p>
        </w:tc>
      </w:tr>
      <w:tr w:rsidR="00C25FE2" w:rsidRPr="009C54AE" w14:paraId="409D6D9E" w14:textId="77777777" w:rsidTr="00923D7D">
        <w:tc>
          <w:tcPr>
            <w:tcW w:w="9639" w:type="dxa"/>
          </w:tcPr>
          <w:p w14:paraId="44B075A1" w14:textId="77777777" w:rsidR="00C25FE2" w:rsidRPr="00C25FE2" w:rsidRDefault="00FF58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Zachowania zbiorowe</w:t>
            </w:r>
          </w:p>
        </w:tc>
      </w:tr>
      <w:tr w:rsidR="00C25FE2" w:rsidRPr="009C54AE" w14:paraId="28DDB3D6" w14:textId="77777777" w:rsidTr="00923D7D">
        <w:tc>
          <w:tcPr>
            <w:tcW w:w="9639" w:type="dxa"/>
          </w:tcPr>
          <w:p w14:paraId="72830EDA" w14:textId="77777777" w:rsidR="00C25FE2" w:rsidRPr="00C25FE2" w:rsidRDefault="00FF58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Ruchy społeczne</w:t>
            </w:r>
          </w:p>
        </w:tc>
      </w:tr>
      <w:tr w:rsidR="00C25FE2" w:rsidRPr="009C54AE" w14:paraId="7510957D" w14:textId="77777777" w:rsidTr="00923D7D">
        <w:tc>
          <w:tcPr>
            <w:tcW w:w="9639" w:type="dxa"/>
          </w:tcPr>
          <w:p w14:paraId="5C48EF48" w14:textId="77777777" w:rsidR="00C25FE2" w:rsidRPr="00C25FE2" w:rsidRDefault="00FF58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Nierówności społeczne</w:t>
            </w:r>
          </w:p>
        </w:tc>
      </w:tr>
      <w:tr w:rsidR="00FF5841" w:rsidRPr="009C54AE" w14:paraId="7CCF97A9" w14:textId="77777777" w:rsidTr="00923D7D">
        <w:tc>
          <w:tcPr>
            <w:tcW w:w="9639" w:type="dxa"/>
          </w:tcPr>
          <w:p w14:paraId="1843D1AD" w14:textId="77777777" w:rsidR="00FF5841" w:rsidRPr="00FF5841" w:rsidRDefault="00FF5841" w:rsidP="00FF584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Płeć i wiek w stratyfikacji społecznej</w:t>
            </w:r>
          </w:p>
        </w:tc>
      </w:tr>
      <w:tr w:rsidR="00FF5841" w:rsidRPr="009C54AE" w14:paraId="1202DEF5" w14:textId="77777777" w:rsidTr="00923D7D">
        <w:tc>
          <w:tcPr>
            <w:tcW w:w="9639" w:type="dxa"/>
          </w:tcPr>
          <w:p w14:paraId="42FA28FA" w14:textId="77777777" w:rsidR="00FF5841" w:rsidRPr="00FF5841" w:rsidRDefault="00FF58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Modernizacja jako proces zmian społecznych</w:t>
            </w:r>
          </w:p>
        </w:tc>
      </w:tr>
      <w:tr w:rsidR="00FF5841" w:rsidRPr="009C54AE" w14:paraId="36372D62" w14:textId="77777777" w:rsidTr="00923D7D">
        <w:tc>
          <w:tcPr>
            <w:tcW w:w="9639" w:type="dxa"/>
          </w:tcPr>
          <w:p w14:paraId="13301235" w14:textId="77777777" w:rsidR="00FF5841" w:rsidRPr="00FF5841" w:rsidRDefault="00FF58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Globalizacja</w:t>
            </w:r>
          </w:p>
        </w:tc>
      </w:tr>
      <w:tr w:rsidR="00FF5841" w:rsidRPr="009C54AE" w14:paraId="6839DAAA" w14:textId="77777777" w:rsidTr="00923D7D">
        <w:tc>
          <w:tcPr>
            <w:tcW w:w="9639" w:type="dxa"/>
          </w:tcPr>
          <w:p w14:paraId="7DD4CFEE" w14:textId="77777777" w:rsidR="00FF5841" w:rsidRPr="00FF5841" w:rsidRDefault="00FF58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Światowe tendencje zmian ludności</w:t>
            </w:r>
          </w:p>
        </w:tc>
      </w:tr>
      <w:tr w:rsidR="00FF5841" w:rsidRPr="009C54AE" w14:paraId="5CC26D98" w14:textId="77777777" w:rsidTr="00923D7D">
        <w:tc>
          <w:tcPr>
            <w:tcW w:w="9639" w:type="dxa"/>
          </w:tcPr>
          <w:p w14:paraId="0E8699AE" w14:textId="77777777" w:rsidR="00FF5841" w:rsidRPr="00FF5841" w:rsidRDefault="00FF58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Metody badań socjologicznych</w:t>
            </w:r>
          </w:p>
        </w:tc>
      </w:tr>
    </w:tbl>
    <w:p w14:paraId="29F341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C55E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3E966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0E0AA7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11BB6D7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E62CB3D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0F1BC3AC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72E4F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9FC226" w14:textId="77777777" w:rsidR="00FE1104" w:rsidRPr="002F60EB" w:rsidRDefault="00FE1104" w:rsidP="00FE1104">
      <w:pPr>
        <w:pStyle w:val="Punktygwne"/>
        <w:spacing w:before="0" w:after="0"/>
        <w:rPr>
          <w:b w:val="0"/>
          <w:i/>
          <w:smallCaps w:val="0"/>
          <w:sz w:val="22"/>
        </w:rPr>
      </w:pPr>
      <w:r w:rsidRPr="00FE1104">
        <w:rPr>
          <w:rFonts w:ascii="Corbel" w:hAnsi="Corbel"/>
          <w:b w:val="0"/>
          <w:smallCaps w:val="0"/>
          <w:szCs w:val="24"/>
        </w:rPr>
        <w:t>konwersatorium</w:t>
      </w:r>
      <w:r>
        <w:rPr>
          <w:b w:val="0"/>
          <w:smallCaps w:val="0"/>
          <w:sz w:val="22"/>
        </w:rPr>
        <w:t xml:space="preserve">: </w:t>
      </w:r>
      <w:r>
        <w:rPr>
          <w:b w:val="0"/>
          <w:i/>
          <w:smallCaps w:val="0"/>
          <w:sz w:val="22"/>
        </w:rPr>
        <w:t>a</w:t>
      </w:r>
      <w:r w:rsidRPr="002F60EB">
        <w:rPr>
          <w:b w:val="0"/>
          <w:i/>
          <w:smallCaps w:val="0"/>
          <w:sz w:val="22"/>
        </w:rPr>
        <w:t>naliza tekstów z dyskusją</w:t>
      </w:r>
      <w:r>
        <w:rPr>
          <w:b w:val="0"/>
          <w:i/>
          <w:smallCaps w:val="0"/>
          <w:sz w:val="22"/>
        </w:rPr>
        <w:t>,</w:t>
      </w:r>
      <w:r w:rsidRPr="00473A46">
        <w:rPr>
          <w:b w:val="0"/>
          <w:smallCaps w:val="0"/>
          <w:sz w:val="22"/>
        </w:rPr>
        <w:t xml:space="preserve"> </w:t>
      </w:r>
      <w:r w:rsidRPr="00E410CD">
        <w:rPr>
          <w:b w:val="0"/>
          <w:i/>
          <w:smallCaps w:val="0"/>
          <w:sz w:val="22"/>
        </w:rPr>
        <w:t>analiza i interpretacja materiału empirycznego</w:t>
      </w:r>
      <w:r>
        <w:rPr>
          <w:b w:val="0"/>
          <w:smallCaps w:val="0"/>
          <w:sz w:val="22"/>
        </w:rPr>
        <w:t xml:space="preserve">, </w:t>
      </w:r>
      <w:r w:rsidRPr="008930CC">
        <w:rPr>
          <w:b w:val="0"/>
          <w:i/>
          <w:smallCaps w:val="0"/>
          <w:sz w:val="22"/>
        </w:rPr>
        <w:t xml:space="preserve">analiza przypadków, </w:t>
      </w:r>
      <w:proofErr w:type="spellStart"/>
      <w:r w:rsidRPr="008930CC">
        <w:rPr>
          <w:b w:val="0"/>
          <w:i/>
          <w:smallCaps w:val="0"/>
          <w:sz w:val="22"/>
        </w:rPr>
        <w:t>metaplan</w:t>
      </w:r>
      <w:proofErr w:type="spellEnd"/>
    </w:p>
    <w:p w14:paraId="39E7CEA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EF7B8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6330A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A4F4AF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FCCC9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34085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20C1A92" w14:textId="77777777" w:rsidTr="000C01F7">
        <w:tc>
          <w:tcPr>
            <w:tcW w:w="1962" w:type="dxa"/>
            <w:vAlign w:val="center"/>
          </w:tcPr>
          <w:p w14:paraId="5D4BB3F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C44C16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BBC09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D8419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05904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05FDCD8" w14:textId="77777777" w:rsidTr="000C01F7">
        <w:tc>
          <w:tcPr>
            <w:tcW w:w="1962" w:type="dxa"/>
          </w:tcPr>
          <w:p w14:paraId="556443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2874C5B" w14:textId="77777777" w:rsidR="0085747A" w:rsidRPr="00DB27A0" w:rsidRDefault="00DB27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7A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B88F65C" w14:textId="77777777" w:rsidR="0085747A" w:rsidRPr="009C54AE" w:rsidRDefault="009D77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D77E8" w:rsidRPr="009D77E8" w14:paraId="5E890634" w14:textId="77777777" w:rsidTr="000C01F7">
        <w:tc>
          <w:tcPr>
            <w:tcW w:w="1962" w:type="dxa"/>
          </w:tcPr>
          <w:p w14:paraId="28A84EDE" w14:textId="77777777" w:rsidR="009D77E8" w:rsidRPr="009C54AE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BE672FD" w14:textId="77777777" w:rsidR="009D77E8" w:rsidRPr="009C54AE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7A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2D633AB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7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D77E8" w:rsidRPr="009D77E8" w14:paraId="674BF55D" w14:textId="77777777" w:rsidTr="000C01F7">
        <w:tc>
          <w:tcPr>
            <w:tcW w:w="1962" w:type="dxa"/>
          </w:tcPr>
          <w:p w14:paraId="49BFE5FC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118E4">
              <w:rPr>
                <w:rFonts w:ascii="Corbel" w:hAnsi="Corbel"/>
                <w:b w:val="0"/>
                <w:szCs w:val="24"/>
              </w:rPr>
              <w:t>Ek_ 0</w:t>
            </w:r>
            <w:r w:rsidRPr="009D77E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61E6E05E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7E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13A5E99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7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D77E8" w:rsidRPr="009D77E8" w14:paraId="473D1530" w14:textId="77777777" w:rsidTr="000C01F7">
        <w:tc>
          <w:tcPr>
            <w:tcW w:w="1962" w:type="dxa"/>
          </w:tcPr>
          <w:p w14:paraId="6810CC45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118E4">
              <w:rPr>
                <w:rFonts w:ascii="Corbel" w:hAnsi="Corbel"/>
                <w:b w:val="0"/>
                <w:szCs w:val="24"/>
              </w:rPr>
              <w:t>Ek_ 0</w:t>
            </w:r>
            <w:r w:rsidRPr="009D77E8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67796AF3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7E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808DE18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7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D77E8" w:rsidRPr="009D77E8" w14:paraId="753108D6" w14:textId="77777777" w:rsidTr="000C01F7">
        <w:tc>
          <w:tcPr>
            <w:tcW w:w="1962" w:type="dxa"/>
          </w:tcPr>
          <w:p w14:paraId="0D629D72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118E4">
              <w:rPr>
                <w:rFonts w:ascii="Corbel" w:hAnsi="Corbel"/>
                <w:b w:val="0"/>
                <w:szCs w:val="24"/>
              </w:rPr>
              <w:t>Ek_ 0</w:t>
            </w:r>
            <w:r w:rsidRPr="009D77E8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1B3ECB13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7E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3015545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7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D77E8" w:rsidRPr="009D77E8" w14:paraId="48DBC337" w14:textId="77777777" w:rsidTr="000C01F7">
        <w:tc>
          <w:tcPr>
            <w:tcW w:w="1962" w:type="dxa"/>
          </w:tcPr>
          <w:p w14:paraId="752CF299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118E4">
              <w:rPr>
                <w:rFonts w:ascii="Corbel" w:hAnsi="Corbel"/>
                <w:b w:val="0"/>
                <w:szCs w:val="24"/>
              </w:rPr>
              <w:t>Ek_ 0</w:t>
            </w:r>
            <w:r w:rsidRPr="009D77E8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5863D755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7E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948CC8C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7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D77E8" w:rsidRPr="009D77E8" w14:paraId="1A3D2CDB" w14:textId="77777777" w:rsidTr="000C01F7">
        <w:tc>
          <w:tcPr>
            <w:tcW w:w="1962" w:type="dxa"/>
          </w:tcPr>
          <w:p w14:paraId="31DD0334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Pr="009D77E8"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06D09CCA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7E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C1B9C05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7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37EE9A8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AA5BF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D9724C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3126A5" w14:textId="77777777" w:rsidTr="00923D7D">
        <w:tc>
          <w:tcPr>
            <w:tcW w:w="9670" w:type="dxa"/>
          </w:tcPr>
          <w:p w14:paraId="6A6A4D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344F82" w14:textId="77777777" w:rsidR="00923D7D" w:rsidRPr="009C54AE" w:rsidRDefault="00DE00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i/>
                <w:smallCaps w:val="0"/>
                <w:sz w:val="22"/>
              </w:rPr>
              <w:t>aktywny udział w zajęciach</w:t>
            </w:r>
          </w:p>
          <w:p w14:paraId="70DAE2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0A434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E963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85A9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7A3ADF9" w14:textId="77777777" w:rsidTr="003E1941">
        <w:tc>
          <w:tcPr>
            <w:tcW w:w="4962" w:type="dxa"/>
            <w:vAlign w:val="center"/>
          </w:tcPr>
          <w:p w14:paraId="51C84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B9E6C0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E5B2144" w14:textId="77777777" w:rsidTr="00923D7D">
        <w:tc>
          <w:tcPr>
            <w:tcW w:w="4962" w:type="dxa"/>
          </w:tcPr>
          <w:p w14:paraId="3D560A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D78020" w14:textId="77777777" w:rsidR="0085747A" w:rsidRPr="009C54AE" w:rsidRDefault="00F034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08E7D1E" w14:textId="77777777" w:rsidTr="00923D7D">
        <w:tc>
          <w:tcPr>
            <w:tcW w:w="4962" w:type="dxa"/>
          </w:tcPr>
          <w:p w14:paraId="39181F2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6FA89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FA3234F" w14:textId="46194F04" w:rsidR="00C61DC5" w:rsidRPr="009C54AE" w:rsidRDefault="00BC0A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EBDF6D5" w14:textId="77777777" w:rsidTr="00923D7D">
        <w:tc>
          <w:tcPr>
            <w:tcW w:w="4962" w:type="dxa"/>
          </w:tcPr>
          <w:p w14:paraId="5562C5A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944BA9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CB7B595" w14:textId="2292269E" w:rsidR="00C61DC5" w:rsidRPr="009C54AE" w:rsidRDefault="00BC0A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03498BBD" w14:textId="77777777" w:rsidTr="00923D7D">
        <w:tc>
          <w:tcPr>
            <w:tcW w:w="4962" w:type="dxa"/>
          </w:tcPr>
          <w:p w14:paraId="38B344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4BB41D" w14:textId="77777777" w:rsidR="0085747A" w:rsidRPr="009C54AE" w:rsidRDefault="00F034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00E3C5B1" w14:textId="77777777" w:rsidTr="00923D7D">
        <w:tc>
          <w:tcPr>
            <w:tcW w:w="4962" w:type="dxa"/>
          </w:tcPr>
          <w:p w14:paraId="378284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31C1C7" w14:textId="77777777" w:rsidR="0085747A" w:rsidRPr="009C54AE" w:rsidRDefault="00F034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D23B4F9" w14:textId="77777777" w:rsidR="0085747A" w:rsidRPr="009C54AE" w:rsidRDefault="00923D7D" w:rsidP="00BC0AB1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E28B9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125B6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6494AB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400D031" w14:textId="77777777" w:rsidTr="0071620A">
        <w:trPr>
          <w:trHeight w:val="397"/>
        </w:trPr>
        <w:tc>
          <w:tcPr>
            <w:tcW w:w="3544" w:type="dxa"/>
          </w:tcPr>
          <w:p w14:paraId="34C365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708B47C" w14:textId="77777777" w:rsidR="0085747A" w:rsidRPr="009C54AE" w:rsidRDefault="006A1C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D506ABB" w14:textId="77777777" w:rsidTr="0071620A">
        <w:trPr>
          <w:trHeight w:val="397"/>
        </w:trPr>
        <w:tc>
          <w:tcPr>
            <w:tcW w:w="3544" w:type="dxa"/>
          </w:tcPr>
          <w:p w14:paraId="1E3FA4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AA1D40B" w14:textId="77777777" w:rsidR="0085747A" w:rsidRPr="009C54AE" w:rsidRDefault="006A1C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1B85B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E67C9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046EAB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A1D01A1" w14:textId="77777777" w:rsidTr="0071620A">
        <w:trPr>
          <w:trHeight w:val="397"/>
        </w:trPr>
        <w:tc>
          <w:tcPr>
            <w:tcW w:w="7513" w:type="dxa"/>
          </w:tcPr>
          <w:p w14:paraId="0BA79FB0" w14:textId="77777777" w:rsidR="0085747A" w:rsidRPr="001F01A3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F01A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8A5ECAB" w14:textId="77777777" w:rsidR="006A1C0A" w:rsidRPr="00EE51A7" w:rsidRDefault="006A1C0A" w:rsidP="006A1C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51A7">
              <w:rPr>
                <w:rFonts w:ascii="Corbel" w:hAnsi="Corbel"/>
                <w:b w:val="0"/>
                <w:smallCaps w:val="0"/>
                <w:szCs w:val="24"/>
              </w:rPr>
              <w:t xml:space="preserve">Szacka B., </w:t>
            </w:r>
            <w:r w:rsidRPr="00EE51A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socjologii</w:t>
            </w:r>
            <w:r w:rsidRPr="00EE51A7">
              <w:rPr>
                <w:rFonts w:ascii="Corbel" w:hAnsi="Corbel"/>
                <w:b w:val="0"/>
                <w:smallCaps w:val="0"/>
                <w:szCs w:val="24"/>
              </w:rPr>
              <w:t>, Oficyna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Naukowa, Warszawa 2008</w:t>
            </w:r>
            <w:r w:rsidRPr="00EE51A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752BC5" w14:textId="77777777" w:rsidR="006A1C0A" w:rsidRPr="009C54AE" w:rsidRDefault="006A1C0A" w:rsidP="006A1C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1A7">
              <w:rPr>
                <w:rFonts w:ascii="Corbel" w:hAnsi="Corbel"/>
                <w:b w:val="0"/>
                <w:smallCaps w:val="0"/>
                <w:szCs w:val="24"/>
              </w:rPr>
              <w:t xml:space="preserve">Sztompka P., </w:t>
            </w:r>
            <w:r w:rsidRPr="00EE51A7">
              <w:rPr>
                <w:rFonts w:ascii="Corbel" w:hAnsi="Corbel"/>
                <w:b w:val="0"/>
                <w:i/>
                <w:smallCaps w:val="0"/>
                <w:szCs w:val="24"/>
              </w:rPr>
              <w:t>Socjologia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Znak, Kraków 2012</w:t>
            </w:r>
            <w:r w:rsidRPr="00EE51A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5CB4E198" w14:textId="77777777" w:rsidTr="0071620A">
        <w:trPr>
          <w:trHeight w:val="397"/>
        </w:trPr>
        <w:tc>
          <w:tcPr>
            <w:tcW w:w="7513" w:type="dxa"/>
          </w:tcPr>
          <w:p w14:paraId="05D447E5" w14:textId="77777777" w:rsidR="0085747A" w:rsidRPr="001F01A3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F01A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BD6DDD4" w14:textId="77777777" w:rsidR="00326D2E" w:rsidRPr="00EE51A7" w:rsidRDefault="00326D2E" w:rsidP="00326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Aronson E., </w:t>
            </w:r>
            <w:r w:rsidRPr="00EE51A7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Człowiek – istota społeczna</w:t>
            </w: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>, PWN, Warszawa 2009.</w:t>
            </w:r>
          </w:p>
          <w:p w14:paraId="3D08EC5A" w14:textId="77777777" w:rsidR="00326D2E" w:rsidRPr="00EE51A7" w:rsidRDefault="00326D2E" w:rsidP="00326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>Babbie</w:t>
            </w:r>
            <w:proofErr w:type="spellEnd"/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 </w:t>
            </w:r>
            <w:r w:rsidRPr="00EE51A7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Badania społeczne w praktyce</w:t>
            </w: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>, PWN, Warszawa 20</w:t>
            </w:r>
            <w:r w:rsidR="008D2A15">
              <w:rPr>
                <w:rFonts w:ascii="Corbel" w:eastAsia="Times New Roman" w:hAnsi="Corbel"/>
                <w:sz w:val="24"/>
                <w:szCs w:val="24"/>
                <w:lang w:eastAsia="pl-PL"/>
              </w:rPr>
              <w:t>19</w:t>
            </w: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1A600679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Beck U.,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Społeczeństwo ryzyka. W drodze do innej nowoczesności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Wyd. Naukowe Scholar, Warszawa 2002.</w:t>
            </w:r>
          </w:p>
          <w:p w14:paraId="70E51843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Berger P., </w:t>
            </w: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Luckman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T.,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Społeczne tworzenie rzeczywistości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PIW, Warszawa 1983.</w:t>
            </w:r>
          </w:p>
          <w:p w14:paraId="1FE0A70C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Le Bon G.,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Psychologia tłumu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Lwów 1930.</w:t>
            </w:r>
          </w:p>
          <w:p w14:paraId="08752FA2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Domański H.,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Struktura społeczna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, </w:t>
            </w: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Wyd. Naukowe 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Scholar</w:t>
            </w: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2007.</w:t>
            </w:r>
          </w:p>
          <w:p w14:paraId="12B11D24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Dylus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A.,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Globalizacja. Refleksje etyczne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Ossolineum, Wrocław 2005.</w:t>
            </w:r>
          </w:p>
          <w:p w14:paraId="2FB7A5E7" w14:textId="77777777" w:rsidR="00E127E0" w:rsidRPr="00EE51A7" w:rsidRDefault="00E127E0" w:rsidP="00E127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Giddens A., </w:t>
            </w:r>
            <w:r w:rsidRPr="00DC31F5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Europa w epoce globalnej</w:t>
            </w:r>
            <w:r w:rsidRPr="00DC31F5">
              <w:rPr>
                <w:rFonts w:ascii="Corbel" w:eastAsia="Times New Roman" w:hAnsi="Corbel"/>
                <w:spacing w:val="-4"/>
                <w:sz w:val="24"/>
                <w:szCs w:val="24"/>
              </w:rPr>
              <w:t>, PWN</w:t>
            </w:r>
            <w:r>
              <w:rPr>
                <w:rFonts w:ascii="Corbel" w:eastAsia="Times New Roman" w:hAnsi="Corbel"/>
                <w:spacing w:val="-4"/>
                <w:sz w:val="24"/>
                <w:szCs w:val="24"/>
              </w:rPr>
              <w:t>,</w:t>
            </w:r>
            <w:r w:rsidRPr="00DC31F5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orbel" w:eastAsia="Times New Roman" w:hAnsi="Corbel"/>
                <w:spacing w:val="-4"/>
                <w:sz w:val="24"/>
                <w:szCs w:val="24"/>
              </w:rPr>
              <w:t>Warszawa 2009.</w:t>
            </w:r>
          </w:p>
          <w:p w14:paraId="33644EC2" w14:textId="77777777" w:rsidR="00326D2E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Giddens A.,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Nowoczesność i tożsamość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PWN, Warszawa 2010.</w:t>
            </w:r>
          </w:p>
          <w:p w14:paraId="2A2E3907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Goffman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E.,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Człowiek w teatrze  życia codziennego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, </w:t>
            </w: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Aletheia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Warszawa 2011.</w:t>
            </w:r>
          </w:p>
          <w:p w14:paraId="4A4E7F22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Klasyczne teorie socjologiczne. Wybór tekstów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red. P. Śpiewak, PWN, Warszawa 2008.</w:t>
            </w:r>
          </w:p>
          <w:p w14:paraId="40702108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Kłoskowska A.,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Socjologia kultury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PWN, Warszawa 2007.</w:t>
            </w:r>
          </w:p>
          <w:p w14:paraId="28AFF60A" w14:textId="77777777" w:rsidR="00326D2E" w:rsidRPr="00EE51A7" w:rsidRDefault="00326D2E" w:rsidP="00326D2E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Nowak S., </w:t>
            </w:r>
            <w:r w:rsidRPr="00EE51A7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Metodologia badań społecznych</w:t>
            </w: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>, PWN, Warszawa 2011.</w:t>
            </w:r>
          </w:p>
          <w:p w14:paraId="017EB813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Sassen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S.,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Globalizacja. Eseje o nowej mobilności ludzi i pieniędzy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Wyd. UJ, Kraków 2007.</w:t>
            </w:r>
          </w:p>
          <w:p w14:paraId="75686D97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Stiglitz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J.E.,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Globalizacja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PWN, Warszawa 2012.</w:t>
            </w:r>
          </w:p>
          <w:p w14:paraId="42413F01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Szacki J.,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Historia myśli socjologicznej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PWN, Warszawa 20</w:t>
            </w:r>
            <w:r w:rsidR="00FD1702">
              <w:rPr>
                <w:rFonts w:ascii="Corbel" w:eastAsia="Times New Roman" w:hAnsi="Corbel"/>
                <w:spacing w:val="-4"/>
                <w:sz w:val="24"/>
                <w:szCs w:val="24"/>
              </w:rPr>
              <w:t>2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0.</w:t>
            </w:r>
          </w:p>
          <w:p w14:paraId="5C1AE633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Szmatka J.,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Małe struktury społeczne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PWN, Warszawa 2007.</w:t>
            </w:r>
          </w:p>
          <w:p w14:paraId="0EFE0E65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Sztompka P., Kucia M. (red.), Socjologia. Lektury, Wyd. Znak, Kraków 2005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.</w:t>
            </w:r>
          </w:p>
          <w:p w14:paraId="437AE054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Sztumski J.,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Wstęp do metod i technik badań społecznych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Katowice 1999.</w:t>
            </w:r>
          </w:p>
          <w:p w14:paraId="5BFCD3BA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Tillman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K.J.,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Teorie socjalizacji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PWN, Warszawa 2006.</w:t>
            </w:r>
          </w:p>
          <w:p w14:paraId="0D535EEA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Władza i społeczeństwo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, wybór i oprac. J. </w:t>
            </w: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Szczupaczyński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; Wyd. Naukowe Scholar; Warszawa 1995.</w:t>
            </w:r>
          </w:p>
          <w:p w14:paraId="526CF067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Wprowadzenie do socjologii kultury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red. M. Filipiak, Wyd. UMCS, Lublin 2009.</w:t>
            </w:r>
          </w:p>
          <w:p w14:paraId="384F7E81" w14:textId="77777777" w:rsidR="00326D2E" w:rsidRPr="009C54AE" w:rsidRDefault="00326D2E" w:rsidP="00326D2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E51A7">
              <w:rPr>
                <w:rFonts w:ascii="Corbel" w:eastAsia="Times New Roman" w:hAnsi="Corbel"/>
                <w:b w:val="0"/>
                <w:i/>
                <w:iCs/>
                <w:smallCaps w:val="0"/>
                <w:szCs w:val="24"/>
                <w:lang w:eastAsia="pl-PL"/>
              </w:rPr>
              <w:t xml:space="preserve">Współczesne teorie socjologiczne, </w:t>
            </w:r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wybór i oprac. A. </w:t>
            </w:r>
            <w:proofErr w:type="spellStart"/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Jasinska</w:t>
            </w:r>
            <w:proofErr w:type="spellEnd"/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-Kania, L.M. </w:t>
            </w:r>
            <w:proofErr w:type="spellStart"/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Nijakowski</w:t>
            </w:r>
            <w:proofErr w:type="spellEnd"/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J. Szacki, M. Ziółkowski, t. I </w:t>
            </w:r>
            <w:proofErr w:type="spellStart"/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</w:t>
            </w:r>
            <w:proofErr w:type="spellEnd"/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II, Wyd. Naukowe </w:t>
            </w:r>
            <w:r w:rsidRPr="00EE51A7">
              <w:rPr>
                <w:rFonts w:ascii="Corbel" w:eastAsia="Times New Roman" w:hAnsi="Corbel"/>
                <w:b w:val="0"/>
                <w:smallCaps w:val="0"/>
                <w:spacing w:val="-4"/>
                <w:szCs w:val="24"/>
              </w:rPr>
              <w:t>Scholar</w:t>
            </w:r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Warszawa 2006.</w:t>
            </w:r>
          </w:p>
        </w:tc>
      </w:tr>
    </w:tbl>
    <w:p w14:paraId="223F70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BA181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B18899" w14:textId="77777777" w:rsidR="002F0982" w:rsidRDefault="002F0982" w:rsidP="00C16ABF">
      <w:pPr>
        <w:spacing w:after="0" w:line="240" w:lineRule="auto"/>
      </w:pPr>
      <w:r>
        <w:separator/>
      </w:r>
    </w:p>
  </w:endnote>
  <w:endnote w:type="continuationSeparator" w:id="0">
    <w:p w14:paraId="63257C75" w14:textId="77777777" w:rsidR="002F0982" w:rsidRDefault="002F09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1D6B65" w14:textId="77777777" w:rsidR="002F0982" w:rsidRDefault="002F0982" w:rsidP="00C16ABF">
      <w:pPr>
        <w:spacing w:after="0" w:line="240" w:lineRule="auto"/>
      </w:pPr>
      <w:r>
        <w:separator/>
      </w:r>
    </w:p>
  </w:footnote>
  <w:footnote w:type="continuationSeparator" w:id="0">
    <w:p w14:paraId="5A692CED" w14:textId="77777777" w:rsidR="002F0982" w:rsidRDefault="002F0982" w:rsidP="00C16ABF">
      <w:pPr>
        <w:spacing w:after="0" w:line="240" w:lineRule="auto"/>
      </w:pPr>
      <w:r>
        <w:continuationSeparator/>
      </w:r>
    </w:p>
  </w:footnote>
  <w:footnote w:id="1">
    <w:p w14:paraId="01A708D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1F7"/>
    <w:rsid w:val="000D04B0"/>
    <w:rsid w:val="000F1C57"/>
    <w:rsid w:val="000F5615"/>
    <w:rsid w:val="000F7D33"/>
    <w:rsid w:val="0012070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01A3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982"/>
    <w:rsid w:val="002F4ABE"/>
    <w:rsid w:val="003018BA"/>
    <w:rsid w:val="0030395F"/>
    <w:rsid w:val="00305C92"/>
    <w:rsid w:val="003151C5"/>
    <w:rsid w:val="00325DE6"/>
    <w:rsid w:val="00326D2E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701C"/>
    <w:rsid w:val="00414E3C"/>
    <w:rsid w:val="0042244A"/>
    <w:rsid w:val="0042745A"/>
    <w:rsid w:val="00431D5C"/>
    <w:rsid w:val="004362C6"/>
    <w:rsid w:val="0043765F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488"/>
    <w:rsid w:val="004968E2"/>
    <w:rsid w:val="004A3EEA"/>
    <w:rsid w:val="004A4D1F"/>
    <w:rsid w:val="004D5282"/>
    <w:rsid w:val="004F0331"/>
    <w:rsid w:val="004F1551"/>
    <w:rsid w:val="004F55A3"/>
    <w:rsid w:val="0050496F"/>
    <w:rsid w:val="00513B6F"/>
    <w:rsid w:val="00517C63"/>
    <w:rsid w:val="005363C4"/>
    <w:rsid w:val="00536BDE"/>
    <w:rsid w:val="00543ACC"/>
    <w:rsid w:val="00544058"/>
    <w:rsid w:val="0056696D"/>
    <w:rsid w:val="0059215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56E"/>
    <w:rsid w:val="00696477"/>
    <w:rsid w:val="006A1C0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A4"/>
    <w:rsid w:val="00766FD4"/>
    <w:rsid w:val="0078168C"/>
    <w:rsid w:val="00784F67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5403"/>
    <w:rsid w:val="0081554D"/>
    <w:rsid w:val="0081707E"/>
    <w:rsid w:val="008449B3"/>
    <w:rsid w:val="008552A2"/>
    <w:rsid w:val="00857440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717"/>
    <w:rsid w:val="008D2A15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77E8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6E8C"/>
    <w:rsid w:val="00A53FA5"/>
    <w:rsid w:val="00A54817"/>
    <w:rsid w:val="00A601C8"/>
    <w:rsid w:val="00A60799"/>
    <w:rsid w:val="00A8145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A4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0AB1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FE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54F1"/>
    <w:rsid w:val="00CF78ED"/>
    <w:rsid w:val="00D02B25"/>
    <w:rsid w:val="00D02EBA"/>
    <w:rsid w:val="00D10B50"/>
    <w:rsid w:val="00D12A54"/>
    <w:rsid w:val="00D17C3C"/>
    <w:rsid w:val="00D20B45"/>
    <w:rsid w:val="00D26B2C"/>
    <w:rsid w:val="00D352C9"/>
    <w:rsid w:val="00D354C6"/>
    <w:rsid w:val="00D425B2"/>
    <w:rsid w:val="00D428D6"/>
    <w:rsid w:val="00D552B2"/>
    <w:rsid w:val="00D608D1"/>
    <w:rsid w:val="00D614FF"/>
    <w:rsid w:val="00D74119"/>
    <w:rsid w:val="00D8075B"/>
    <w:rsid w:val="00D8678B"/>
    <w:rsid w:val="00DA2114"/>
    <w:rsid w:val="00DB27A0"/>
    <w:rsid w:val="00DC31F5"/>
    <w:rsid w:val="00DE0078"/>
    <w:rsid w:val="00DE09C0"/>
    <w:rsid w:val="00DE4A14"/>
    <w:rsid w:val="00DF320D"/>
    <w:rsid w:val="00DF71C8"/>
    <w:rsid w:val="00E127E0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A7F2A"/>
    <w:rsid w:val="00EB17C6"/>
    <w:rsid w:val="00EC4899"/>
    <w:rsid w:val="00ED03AB"/>
    <w:rsid w:val="00ED32D2"/>
    <w:rsid w:val="00EE32DE"/>
    <w:rsid w:val="00EE5457"/>
    <w:rsid w:val="00F0342A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702"/>
    <w:rsid w:val="00FD503F"/>
    <w:rsid w:val="00FD7589"/>
    <w:rsid w:val="00FE1104"/>
    <w:rsid w:val="00FE2EB9"/>
    <w:rsid w:val="00FF016A"/>
    <w:rsid w:val="00FF1401"/>
    <w:rsid w:val="00FF584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C492E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990A5-5DFA-490A-AF93-DFDAA40D7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944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3</cp:revision>
  <cp:lastPrinted>2019-02-06T12:12:00Z</cp:lastPrinted>
  <dcterms:created xsi:type="dcterms:W3CDTF">2021-03-15T08:00:00Z</dcterms:created>
  <dcterms:modified xsi:type="dcterms:W3CDTF">2021-03-15T08:00:00Z</dcterms:modified>
</cp:coreProperties>
</file>